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C87" w:rsidRDefault="00A20C8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7.25pt;margin-top:4.5pt;width:716.3pt;height:506.2pt;z-index:251658240;visibility:visible;mso-wrap-edited:f">
            <v:imagedata r:id="rId4" o:title=""/>
          </v:shape>
          <o:OLEObject Type="Embed" ProgID="Word.Document.12" ShapeID="_x0000_s1026" DrawAspect="Content" ObjectID="_1381037270" r:id="rId5">
            <o:FieldCodes>\s</o:FieldCodes>
          </o:OLEObject>
        </w:pict>
      </w:r>
    </w:p>
    <w:sectPr w:rsidR="00A20C87" w:rsidSect="003036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6C4"/>
    <w:rsid w:val="00113CF6"/>
    <w:rsid w:val="001804C6"/>
    <w:rsid w:val="00291D77"/>
    <w:rsid w:val="002A670B"/>
    <w:rsid w:val="003036C4"/>
    <w:rsid w:val="003800A7"/>
    <w:rsid w:val="00A20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C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0</Words>
  <Characters>1</Characters>
  <Application>Microsoft Office Outlook</Application>
  <DocSecurity>0</DocSecurity>
  <Lines>0</Lines>
  <Paragraphs>0</Paragraphs>
  <ScaleCrop>false</ScaleCrop>
  <Company>NCDPI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dmccoy</dc:creator>
  <cp:keywords/>
  <dc:description/>
  <cp:lastModifiedBy>Patron</cp:lastModifiedBy>
  <cp:revision>2</cp:revision>
  <dcterms:created xsi:type="dcterms:W3CDTF">2011-10-25T12:41:00Z</dcterms:created>
  <dcterms:modified xsi:type="dcterms:W3CDTF">2011-10-25T12:41:00Z</dcterms:modified>
</cp:coreProperties>
</file>